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238" w:rsidRPr="005040CB" w:rsidRDefault="00D27238" w:rsidP="000D1BB1">
      <w:pPr>
        <w:rPr>
          <w:b/>
          <w:bCs/>
          <w:sz w:val="26"/>
          <w:szCs w:val="26"/>
        </w:rPr>
      </w:pPr>
      <w:r w:rsidRPr="005040CB">
        <w:rPr>
          <w:b/>
          <w:bCs/>
          <w:sz w:val="26"/>
          <w:szCs w:val="26"/>
        </w:rPr>
        <w:t>Title:</w:t>
      </w:r>
      <w:r w:rsidRPr="005040CB">
        <w:rPr>
          <w:b/>
          <w:bCs/>
          <w:sz w:val="26"/>
          <w:szCs w:val="26"/>
        </w:rPr>
        <w:tab/>
      </w:r>
      <w:r w:rsidRPr="005040CB">
        <w:rPr>
          <w:b/>
          <w:bCs/>
          <w:sz w:val="26"/>
          <w:szCs w:val="26"/>
        </w:rPr>
        <w:tab/>
        <w:t>Teamwork!</w:t>
      </w:r>
      <w:r w:rsidRPr="005040CB">
        <w:rPr>
          <w:b/>
          <w:bCs/>
          <w:sz w:val="26"/>
          <w:szCs w:val="26"/>
        </w:rPr>
        <w:tab/>
      </w:r>
      <w:r w:rsidRPr="005040CB">
        <w:rPr>
          <w:b/>
          <w:bCs/>
          <w:sz w:val="26"/>
          <w:szCs w:val="26"/>
        </w:rPr>
        <w:tab/>
      </w:r>
      <w:r w:rsidRPr="005040CB">
        <w:rPr>
          <w:b/>
          <w:bCs/>
          <w:sz w:val="26"/>
          <w:szCs w:val="26"/>
        </w:rPr>
        <w:tab/>
      </w:r>
      <w:r w:rsidRPr="005040CB">
        <w:rPr>
          <w:b/>
          <w:bCs/>
          <w:sz w:val="26"/>
          <w:szCs w:val="26"/>
        </w:rPr>
        <w:tab/>
        <w:t>Level:  L</w:t>
      </w:r>
    </w:p>
    <w:p w:rsidR="00D27238" w:rsidRPr="005040CB" w:rsidRDefault="00D27238" w:rsidP="000D1BB1">
      <w:pPr>
        <w:rPr>
          <w:sz w:val="26"/>
          <w:szCs w:val="26"/>
        </w:rPr>
      </w:pPr>
      <w:r w:rsidRPr="005040CB">
        <w:rPr>
          <w:b/>
          <w:bCs/>
          <w:sz w:val="26"/>
          <w:szCs w:val="26"/>
        </w:rPr>
        <w:t>Introduction</w:t>
      </w:r>
      <w:r w:rsidRPr="005040CB">
        <w:rPr>
          <w:sz w:val="26"/>
          <w:szCs w:val="26"/>
        </w:rPr>
        <w:t>: This book is about different ways people use teamwork to accomplish goals.</w:t>
      </w:r>
    </w:p>
    <w:p w:rsidR="00D27238" w:rsidRPr="005040CB" w:rsidRDefault="00D27238" w:rsidP="000D1BB1">
      <w:pPr>
        <w:rPr>
          <w:sz w:val="26"/>
          <w:szCs w:val="26"/>
        </w:rPr>
      </w:pPr>
      <w:r w:rsidRPr="005040CB">
        <w:rPr>
          <w:b/>
          <w:bCs/>
          <w:sz w:val="26"/>
          <w:szCs w:val="26"/>
        </w:rPr>
        <w:t>Vocabulary</w:t>
      </w:r>
      <w:r w:rsidRPr="005040CB">
        <w:rPr>
          <w:sz w:val="26"/>
          <w:szCs w:val="26"/>
        </w:rPr>
        <w:t xml:space="preserve">:  sculptures (p. 7) International (p. 9) feats (p. 15)  </w:t>
      </w:r>
    </w:p>
    <w:p w:rsidR="00D27238" w:rsidRPr="005040CB" w:rsidRDefault="00D27238" w:rsidP="000D1BB1">
      <w:pPr>
        <w:rPr>
          <w:sz w:val="26"/>
          <w:szCs w:val="26"/>
        </w:rPr>
      </w:pPr>
      <w:r w:rsidRPr="005040CB">
        <w:rPr>
          <w:b/>
          <w:bCs/>
          <w:sz w:val="26"/>
          <w:szCs w:val="26"/>
        </w:rPr>
        <w:t>Comprehension Check</w:t>
      </w:r>
      <w:r w:rsidRPr="005040CB">
        <w:rPr>
          <w:sz w:val="26"/>
          <w:szCs w:val="26"/>
        </w:rPr>
        <w:t>:   Choose 1 or 2 questions to focus on.</w:t>
      </w:r>
    </w:p>
    <w:p w:rsidR="00D27238" w:rsidRPr="005040CB" w:rsidRDefault="00D27238" w:rsidP="000D1BB1">
      <w:pPr>
        <w:rPr>
          <w:sz w:val="26"/>
          <w:szCs w:val="26"/>
          <w:u w:val="single"/>
        </w:rPr>
      </w:pPr>
      <w:r w:rsidRPr="005040CB">
        <w:rPr>
          <w:sz w:val="26"/>
          <w:szCs w:val="26"/>
          <w:u w:val="single"/>
        </w:rPr>
        <w:t xml:space="preserve">Thinking </w:t>
      </w:r>
      <w:r w:rsidRPr="005040CB">
        <w:rPr>
          <w:i/>
          <w:iCs/>
          <w:sz w:val="26"/>
          <w:szCs w:val="26"/>
          <w:u w:val="single"/>
        </w:rPr>
        <w:t>within</w:t>
      </w:r>
      <w:r w:rsidRPr="005040CB">
        <w:rPr>
          <w:sz w:val="26"/>
          <w:szCs w:val="26"/>
          <w:u w:val="single"/>
        </w:rPr>
        <w:t xml:space="preserve"> the Text</w:t>
      </w:r>
    </w:p>
    <w:p w:rsidR="00D27238" w:rsidRPr="005040CB" w:rsidRDefault="00D27238" w:rsidP="006D283E">
      <w:pPr>
        <w:pStyle w:val="ListParagraph"/>
        <w:numPr>
          <w:ilvl w:val="0"/>
          <w:numId w:val="1"/>
        </w:numPr>
        <w:rPr>
          <w:sz w:val="26"/>
          <w:szCs w:val="26"/>
          <w:u w:val="single"/>
        </w:rPr>
      </w:pPr>
      <w:r w:rsidRPr="005040CB">
        <w:rPr>
          <w:sz w:val="26"/>
          <w:szCs w:val="26"/>
        </w:rPr>
        <w:t>Pg. 6-7  How do the pictures on pgs. 6 and 7 help you understand the word sculpture?</w:t>
      </w:r>
    </w:p>
    <w:p w:rsidR="00D27238" w:rsidRPr="005040CB" w:rsidRDefault="00D27238" w:rsidP="006D283E">
      <w:pPr>
        <w:pStyle w:val="ListParagraph"/>
        <w:numPr>
          <w:ilvl w:val="0"/>
          <w:numId w:val="1"/>
        </w:numPr>
        <w:rPr>
          <w:sz w:val="26"/>
          <w:szCs w:val="26"/>
          <w:u w:val="single"/>
        </w:rPr>
      </w:pPr>
      <w:r w:rsidRPr="005040CB">
        <w:rPr>
          <w:sz w:val="26"/>
          <w:szCs w:val="26"/>
        </w:rPr>
        <w:t>What is one way people can work together during an emergency?</w:t>
      </w:r>
    </w:p>
    <w:p w:rsidR="00D27238" w:rsidRPr="005040CB" w:rsidRDefault="00D27238" w:rsidP="006D283E">
      <w:pPr>
        <w:pStyle w:val="ListParagraph"/>
        <w:numPr>
          <w:ilvl w:val="0"/>
          <w:numId w:val="1"/>
        </w:numPr>
        <w:rPr>
          <w:sz w:val="26"/>
          <w:szCs w:val="26"/>
          <w:u w:val="single"/>
        </w:rPr>
      </w:pPr>
      <w:r w:rsidRPr="005040CB">
        <w:rPr>
          <w:sz w:val="26"/>
          <w:szCs w:val="26"/>
        </w:rPr>
        <w:t>What different kinds of teamwork are shown in the text?</w:t>
      </w:r>
    </w:p>
    <w:p w:rsidR="00D27238" w:rsidRPr="005040CB" w:rsidRDefault="00D27238" w:rsidP="006D283E">
      <w:pPr>
        <w:tabs>
          <w:tab w:val="left" w:pos="3945"/>
        </w:tabs>
        <w:rPr>
          <w:sz w:val="26"/>
          <w:szCs w:val="26"/>
          <w:u w:val="single"/>
        </w:rPr>
      </w:pPr>
      <w:r w:rsidRPr="005040CB">
        <w:rPr>
          <w:sz w:val="26"/>
          <w:szCs w:val="26"/>
          <w:u w:val="single"/>
        </w:rPr>
        <w:t xml:space="preserve">Thinking </w:t>
      </w:r>
      <w:r w:rsidRPr="005040CB">
        <w:rPr>
          <w:i/>
          <w:iCs/>
          <w:sz w:val="26"/>
          <w:szCs w:val="26"/>
          <w:u w:val="single"/>
        </w:rPr>
        <w:t>beyond</w:t>
      </w:r>
      <w:r w:rsidRPr="005040CB">
        <w:rPr>
          <w:sz w:val="26"/>
          <w:szCs w:val="26"/>
          <w:u w:val="single"/>
        </w:rPr>
        <w:t xml:space="preserve"> the Text</w:t>
      </w:r>
    </w:p>
    <w:p w:rsidR="00D27238" w:rsidRPr="005040CB" w:rsidRDefault="00D27238" w:rsidP="006D283E">
      <w:pPr>
        <w:pStyle w:val="ListParagraph"/>
        <w:numPr>
          <w:ilvl w:val="0"/>
          <w:numId w:val="1"/>
        </w:numPr>
        <w:rPr>
          <w:sz w:val="26"/>
          <w:szCs w:val="26"/>
          <w:u w:val="single"/>
        </w:rPr>
      </w:pPr>
      <w:r w:rsidRPr="005040CB">
        <w:rPr>
          <w:sz w:val="26"/>
          <w:szCs w:val="26"/>
        </w:rPr>
        <w:t>Connecting: What are some ways we use teamwork in the classroom?</w:t>
      </w:r>
    </w:p>
    <w:p w:rsidR="00D27238" w:rsidRPr="005040CB" w:rsidRDefault="00D27238" w:rsidP="006D283E">
      <w:pPr>
        <w:pStyle w:val="ListParagraph"/>
        <w:numPr>
          <w:ilvl w:val="0"/>
          <w:numId w:val="1"/>
        </w:numPr>
        <w:rPr>
          <w:sz w:val="26"/>
          <w:szCs w:val="26"/>
          <w:u w:val="single"/>
        </w:rPr>
      </w:pPr>
      <w:r w:rsidRPr="005040CB">
        <w:rPr>
          <w:sz w:val="26"/>
          <w:szCs w:val="26"/>
        </w:rPr>
        <w:t>Connecting:  When are some times you have used teamwork to get something done?  How did it work?</w:t>
      </w:r>
    </w:p>
    <w:p w:rsidR="00D27238" w:rsidRPr="005040CB" w:rsidRDefault="00D27238" w:rsidP="003355A1">
      <w:pPr>
        <w:pStyle w:val="ListParagraph"/>
        <w:numPr>
          <w:ilvl w:val="0"/>
          <w:numId w:val="1"/>
        </w:numPr>
        <w:rPr>
          <w:sz w:val="26"/>
          <w:szCs w:val="26"/>
          <w:u w:val="single"/>
        </w:rPr>
      </w:pPr>
      <w:r w:rsidRPr="005040CB">
        <w:rPr>
          <w:sz w:val="26"/>
          <w:szCs w:val="26"/>
        </w:rPr>
        <w:t xml:space="preserve">Inferring: In the text (pg. 8-9) people are working together to help the environment?  What would happen to the environment if people didn’t pick up the trash along the coastline? </w:t>
      </w:r>
    </w:p>
    <w:p w:rsidR="00D27238" w:rsidRPr="005040CB" w:rsidRDefault="00D27238" w:rsidP="006D283E">
      <w:pPr>
        <w:pStyle w:val="ListParagraph"/>
        <w:numPr>
          <w:ilvl w:val="0"/>
          <w:numId w:val="1"/>
        </w:numPr>
        <w:rPr>
          <w:sz w:val="26"/>
          <w:szCs w:val="26"/>
          <w:u w:val="single"/>
        </w:rPr>
      </w:pPr>
      <w:r w:rsidRPr="005040CB">
        <w:rPr>
          <w:sz w:val="26"/>
          <w:szCs w:val="26"/>
        </w:rPr>
        <w:t>Compare/Contrast: How is the teamwork on pg. 5 like the teamwork being done on pg. 8?</w:t>
      </w:r>
    </w:p>
    <w:p w:rsidR="00D27238" w:rsidRPr="005040CB" w:rsidRDefault="00D27238" w:rsidP="004F6D6B">
      <w:pPr>
        <w:rPr>
          <w:sz w:val="26"/>
          <w:szCs w:val="26"/>
          <w:u w:val="single"/>
        </w:rPr>
      </w:pPr>
      <w:r w:rsidRPr="005040CB">
        <w:rPr>
          <w:sz w:val="26"/>
          <w:szCs w:val="26"/>
          <w:u w:val="single"/>
        </w:rPr>
        <w:t xml:space="preserve">Thinking </w:t>
      </w:r>
      <w:r w:rsidRPr="005040CB">
        <w:rPr>
          <w:i/>
          <w:iCs/>
          <w:sz w:val="26"/>
          <w:szCs w:val="26"/>
          <w:u w:val="single"/>
        </w:rPr>
        <w:t>about</w:t>
      </w:r>
      <w:r w:rsidRPr="005040CB">
        <w:rPr>
          <w:sz w:val="26"/>
          <w:szCs w:val="26"/>
          <w:u w:val="single"/>
        </w:rPr>
        <w:t xml:space="preserve"> the Text</w:t>
      </w:r>
    </w:p>
    <w:p w:rsidR="00D27238" w:rsidRPr="005040CB" w:rsidRDefault="00D27238" w:rsidP="00225DCE">
      <w:pPr>
        <w:pStyle w:val="ListParagraph"/>
        <w:numPr>
          <w:ilvl w:val="0"/>
          <w:numId w:val="1"/>
        </w:numPr>
        <w:rPr>
          <w:sz w:val="26"/>
          <w:szCs w:val="26"/>
          <w:u w:val="single"/>
        </w:rPr>
      </w:pPr>
      <w:r w:rsidRPr="005040CB">
        <w:rPr>
          <w:sz w:val="26"/>
          <w:szCs w:val="26"/>
        </w:rPr>
        <w:t>What is the Author’s Purpose for writing this book?</w:t>
      </w:r>
    </w:p>
    <w:p w:rsidR="00D27238" w:rsidRPr="005040CB" w:rsidRDefault="00D27238" w:rsidP="00225DCE">
      <w:pPr>
        <w:pStyle w:val="ListParagraph"/>
        <w:numPr>
          <w:ilvl w:val="0"/>
          <w:numId w:val="1"/>
        </w:numPr>
        <w:rPr>
          <w:sz w:val="26"/>
          <w:szCs w:val="26"/>
          <w:u w:val="single"/>
        </w:rPr>
      </w:pPr>
      <w:r w:rsidRPr="005040CB">
        <w:rPr>
          <w:sz w:val="26"/>
          <w:szCs w:val="26"/>
        </w:rPr>
        <w:t>If you were to pick up this book at the library, what might be a reason you would want to check it out?</w:t>
      </w:r>
    </w:p>
    <w:p w:rsidR="00D27238" w:rsidRPr="005040CB" w:rsidRDefault="00D27238" w:rsidP="00117DD8">
      <w:pPr>
        <w:tabs>
          <w:tab w:val="left" w:pos="1185"/>
        </w:tabs>
        <w:rPr>
          <w:sz w:val="26"/>
          <w:szCs w:val="26"/>
        </w:rPr>
      </w:pPr>
      <w:r w:rsidRPr="005040CB">
        <w:rPr>
          <w:b/>
          <w:bCs/>
          <w:sz w:val="26"/>
          <w:szCs w:val="26"/>
        </w:rPr>
        <w:t xml:space="preserve">Comprehension Strategies: </w:t>
      </w:r>
      <w:r w:rsidRPr="005040CB">
        <w:rPr>
          <w:sz w:val="26"/>
          <w:szCs w:val="26"/>
        </w:rPr>
        <w:t>Author’s Purpose</w:t>
      </w:r>
    </w:p>
    <w:p w:rsidR="00D27238" w:rsidRPr="005040CB" w:rsidRDefault="00D27238" w:rsidP="00117DD8">
      <w:pPr>
        <w:tabs>
          <w:tab w:val="left" w:pos="2835"/>
        </w:tabs>
        <w:rPr>
          <w:sz w:val="26"/>
          <w:szCs w:val="26"/>
        </w:rPr>
      </w:pPr>
      <w:r w:rsidRPr="005040CB">
        <w:rPr>
          <w:b/>
          <w:bCs/>
          <w:sz w:val="26"/>
          <w:szCs w:val="26"/>
        </w:rPr>
        <w:t>Word Work</w:t>
      </w:r>
      <w:r w:rsidRPr="005040CB">
        <w:rPr>
          <w:sz w:val="26"/>
          <w:szCs w:val="26"/>
        </w:rPr>
        <w:t>:  Compound words (there are many in the text…coastline, teamwork, etc.)</w:t>
      </w:r>
    </w:p>
    <w:p w:rsidR="00D27238" w:rsidRPr="00117DD8" w:rsidRDefault="00D27238" w:rsidP="00117DD8">
      <w:pPr>
        <w:rPr>
          <w:sz w:val="24"/>
          <w:szCs w:val="24"/>
          <w:u w:val="single"/>
        </w:rPr>
      </w:pPr>
    </w:p>
    <w:p w:rsidR="00D27238" w:rsidRDefault="00D27238"/>
    <w:sectPr w:rsidR="00D27238" w:rsidSect="00F77055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156F8"/>
    <w:multiLevelType w:val="hybridMultilevel"/>
    <w:tmpl w:val="FCC0E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1BB1"/>
    <w:rsid w:val="000D1BB1"/>
    <w:rsid w:val="00117DD8"/>
    <w:rsid w:val="00160D73"/>
    <w:rsid w:val="00225DCE"/>
    <w:rsid w:val="002B22A8"/>
    <w:rsid w:val="003355A1"/>
    <w:rsid w:val="003E735A"/>
    <w:rsid w:val="003F09ED"/>
    <w:rsid w:val="004F6D6B"/>
    <w:rsid w:val="00500C7E"/>
    <w:rsid w:val="005040CB"/>
    <w:rsid w:val="00592F89"/>
    <w:rsid w:val="00606E18"/>
    <w:rsid w:val="006D283E"/>
    <w:rsid w:val="00AC43DD"/>
    <w:rsid w:val="00B4151F"/>
    <w:rsid w:val="00B83702"/>
    <w:rsid w:val="00BB495E"/>
    <w:rsid w:val="00D03310"/>
    <w:rsid w:val="00D27238"/>
    <w:rsid w:val="00D70C76"/>
    <w:rsid w:val="00DD12F2"/>
    <w:rsid w:val="00F77055"/>
    <w:rsid w:val="00FE2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BB1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D1BB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184</Words>
  <Characters>1053</Characters>
  <Application>Microsoft Office Outlook</Application>
  <DocSecurity>0</DocSecurity>
  <Lines>0</Lines>
  <Paragraphs>0</Paragraphs>
  <ScaleCrop>false</ScaleCrop>
  <Company>Asheboro City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Title:</dc:title>
  <dc:subject/>
  <dc:creator>hsmith</dc:creator>
  <cp:keywords/>
  <dc:description/>
  <cp:lastModifiedBy>jbray</cp:lastModifiedBy>
  <cp:revision>2</cp:revision>
  <dcterms:created xsi:type="dcterms:W3CDTF">2011-11-14T20:10:00Z</dcterms:created>
  <dcterms:modified xsi:type="dcterms:W3CDTF">2011-11-14T20:10:00Z</dcterms:modified>
</cp:coreProperties>
</file>